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95" w:type="dxa"/>
        <w:tblInd w:w="-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196"/>
        <w:gridCol w:w="5050"/>
        <w:gridCol w:w="1187"/>
        <w:gridCol w:w="2055"/>
        <w:gridCol w:w="52"/>
      </w:tblGrid>
      <w:tr w:rsidR="007B0199" w:rsidRPr="007B0199" w14:paraId="74D64D71" w14:textId="77777777" w:rsidTr="00456461">
        <w:trPr>
          <w:gridAfter w:val="1"/>
          <w:wAfter w:w="52" w:type="dxa"/>
          <w:trHeight w:val="270"/>
        </w:trPr>
        <w:tc>
          <w:tcPr>
            <w:tcW w:w="884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26E95D3A" w14:textId="77777777" w:rsidR="007B0199" w:rsidRDefault="00D03CAC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03CA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NÁKUP AKU NÁŘADÍ</w:t>
            </w:r>
            <w:bookmarkStart w:id="0" w:name="_GoBack"/>
            <w:bookmarkEnd w:id="0"/>
          </w:p>
          <w:p w14:paraId="3C1E4BB2" w14:textId="77777777" w:rsidR="001C4259" w:rsidRDefault="001C4259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proofErr w:type="gram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</w:t>
            </w:r>
            <w:proofErr w:type="gram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VZ: 63521055</w:t>
            </w:r>
          </w:p>
          <w:p w14:paraId="0E65DCDA" w14:textId="744CA9E2" w:rsidR="001C4259" w:rsidRPr="007B0199" w:rsidRDefault="001C4259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7B0199" w:rsidRPr="007B0199" w14:paraId="4D9161FB" w14:textId="77777777" w:rsidTr="00456461">
        <w:trPr>
          <w:gridAfter w:val="1"/>
          <w:wAfter w:w="52" w:type="dxa"/>
          <w:trHeight w:val="270"/>
        </w:trPr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03A9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B0199" w:rsidRPr="007B0199" w14:paraId="3E51F269" w14:textId="77777777" w:rsidTr="00456461">
        <w:trPr>
          <w:gridAfter w:val="1"/>
          <w:wAfter w:w="52" w:type="dxa"/>
          <w:trHeight w:val="704"/>
        </w:trPr>
        <w:tc>
          <w:tcPr>
            <w:tcW w:w="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8B020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A294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ED146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252C" w14:textId="19B7D1AC" w:rsidR="007B0199" w:rsidRPr="007B0199" w:rsidRDefault="007B0199" w:rsidP="004564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</w:t>
            </w:r>
            <w:r w:rsidR="004564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za požadované množství</w:t>
            </w: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bez DPH</w:t>
            </w:r>
          </w:p>
        </w:tc>
      </w:tr>
      <w:tr w:rsidR="001C4259" w:rsidRPr="001C4259" w14:paraId="3620892B" w14:textId="77777777" w:rsidTr="00456461">
        <w:trPr>
          <w:gridAfter w:val="1"/>
          <w:wAfter w:w="52" w:type="dxa"/>
          <w:trHeight w:val="1381"/>
        </w:trPr>
        <w:tc>
          <w:tcPr>
            <w:tcW w:w="5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20256" w14:textId="55733DD4" w:rsidR="00AB4211" w:rsidRPr="001C4259" w:rsidRDefault="001C4259" w:rsidP="004564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Tovární označení v</w:t>
            </w:r>
            <w:r w:rsidR="00D03CAC" w:rsidRPr="001C4259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rtačk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y</w:t>
            </w:r>
            <w:r w:rsidR="00D03CAC" w:rsidRPr="001C4259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AKU s permanentním magnetem včetně držáku ke kolejnici a příslušenství</w:t>
            </w:r>
            <w:r w:rsidR="00456461" w:rsidRPr="001C4259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:</w:t>
            </w:r>
          </w:p>
          <w:p w14:paraId="2FAAED19" w14:textId="6BB7A854" w:rsidR="00456461" w:rsidRPr="00456461" w:rsidRDefault="00456461" w:rsidP="004564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highlight w:val="red"/>
                <w:lang w:eastAsia="cs-CZ"/>
              </w:rPr>
            </w:pPr>
            <w:r w:rsidRPr="004564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highlight w:val="red"/>
                <w:lang w:eastAsia="cs-CZ"/>
              </w:rPr>
              <w:t>XXX-XXX-XXX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5C4F8B97" w:rsidR="007B0199" w:rsidRPr="006F0AE7" w:rsidRDefault="00D03CAC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4</w:t>
            </w:r>
            <w:r w:rsidR="007B0199" w:rsidRPr="006F0AE7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6848CF5" w14:textId="5940CDF3" w:rsidR="007B0199" w:rsidRPr="001C4259" w:rsidRDefault="007B0199" w:rsidP="001C42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</w:pPr>
            <w:r w:rsidRPr="001C425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  <w:t>Kč</w:t>
            </w:r>
          </w:p>
        </w:tc>
      </w:tr>
      <w:tr w:rsidR="001C4259" w:rsidRPr="001C4259" w14:paraId="7FB489C8" w14:textId="77777777" w:rsidTr="00456461">
        <w:trPr>
          <w:gridAfter w:val="1"/>
          <w:wAfter w:w="52" w:type="dxa"/>
          <w:trHeight w:val="975"/>
        </w:trPr>
        <w:tc>
          <w:tcPr>
            <w:tcW w:w="5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17A0EF" w14:textId="36B5FF98" w:rsidR="0002412B" w:rsidRPr="007B0199" w:rsidRDefault="0002412B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B216EB" w14:textId="77777777" w:rsidR="0002412B" w:rsidRDefault="001C4259" w:rsidP="001C425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Tovární označení </w:t>
            </w:r>
            <w:r w:rsidR="00D03CAC" w:rsidRPr="00D03CAC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Aku – podbíjecí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ho</w:t>
            </w:r>
            <w:r w:rsidR="00D03CAC" w:rsidRPr="00D03CAC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kladiv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a</w:t>
            </w:r>
            <w:r w:rsidR="00D03CAC" w:rsidRPr="00D03CAC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s příslušenstvím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:</w:t>
            </w:r>
          </w:p>
          <w:p w14:paraId="1F85BC34" w14:textId="08581529" w:rsidR="001C4259" w:rsidRPr="006F0AE7" w:rsidRDefault="001C4259" w:rsidP="001C425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 w:rsidRPr="004564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highlight w:val="red"/>
                <w:lang w:eastAsia="cs-CZ"/>
              </w:rPr>
              <w:t>XXX-XXX-XXX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91E663" w14:textId="2791CADE" w:rsidR="0002412B" w:rsidRPr="006F0AE7" w:rsidRDefault="00D03CAC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4</w:t>
            </w:r>
            <w:r w:rsidR="00295F4A" w:rsidRPr="006F0AE7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0405974" w14:textId="4B4BBC3C" w:rsidR="0002412B" w:rsidRPr="001C4259" w:rsidRDefault="00295F4A" w:rsidP="001C42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</w:pPr>
            <w:r w:rsidRPr="001C425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  <w:t>Kč</w:t>
            </w:r>
          </w:p>
        </w:tc>
      </w:tr>
      <w:tr w:rsidR="001C4259" w:rsidRPr="001C4259" w14:paraId="3D044436" w14:textId="77777777" w:rsidTr="00456461">
        <w:trPr>
          <w:gridAfter w:val="1"/>
          <w:wAfter w:w="52" w:type="dxa"/>
          <w:trHeight w:val="975"/>
        </w:trPr>
        <w:tc>
          <w:tcPr>
            <w:tcW w:w="5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1C834" w14:textId="0FD8AFD7" w:rsidR="0002412B" w:rsidRPr="007B0199" w:rsidRDefault="00295F4A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1BC6D1" w14:textId="77777777" w:rsidR="0002412B" w:rsidRDefault="001C4259" w:rsidP="001C425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Tovární označení </w:t>
            </w:r>
            <w:r w:rsidR="00D03CAC" w:rsidRPr="00D03CAC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Aku – rozbrušovací pil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y</w:t>
            </w:r>
            <w:r w:rsidR="00D03CAC" w:rsidRPr="00D03CAC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včetně kolejnicové kolébky a příslušenství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:</w:t>
            </w:r>
          </w:p>
          <w:p w14:paraId="74DA4D1A" w14:textId="57D2248A" w:rsidR="001C4259" w:rsidRPr="006F0AE7" w:rsidRDefault="001C4259" w:rsidP="001C425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 w:rsidRPr="004564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highlight w:val="red"/>
                <w:lang w:eastAsia="cs-CZ"/>
              </w:rPr>
              <w:t>XXX-XXX-XXX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CD2F5" w14:textId="29DA6268" w:rsidR="0002412B" w:rsidRPr="006F0AE7" w:rsidRDefault="00D03CAC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3</w:t>
            </w:r>
            <w:r w:rsidR="0012794C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DC5EC3A" w14:textId="05E6A9D7" w:rsidR="0002412B" w:rsidRPr="001C4259" w:rsidRDefault="0012794C" w:rsidP="001C42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</w:pPr>
            <w:r w:rsidRPr="001C425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  <w:t>Kč</w:t>
            </w:r>
          </w:p>
        </w:tc>
      </w:tr>
      <w:tr w:rsidR="002E4428" w:rsidRPr="007B0199" w14:paraId="63778931" w14:textId="77777777" w:rsidTr="00456461">
        <w:trPr>
          <w:gridAfter w:val="1"/>
          <w:wAfter w:w="52" w:type="dxa"/>
          <w:trHeight w:val="652"/>
        </w:trPr>
        <w:tc>
          <w:tcPr>
            <w:tcW w:w="5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F77187" w14:textId="21A699C7" w:rsidR="002E4428" w:rsidRDefault="00EF6218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CB54FB" w14:textId="56BD16F1" w:rsidR="002E4428" w:rsidRPr="00456461" w:rsidRDefault="002E4428" w:rsidP="006F0AE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56461">
              <w:rPr>
                <w:rFonts w:ascii="Verdana" w:eastAsia="Times New Roman" w:hAnsi="Verdana" w:cs="Times New Roman"/>
                <w:color w:val="000000"/>
                <w:lang w:eastAsia="cs-CZ"/>
              </w:rPr>
              <w:t>Zaškolení zaměstnanců zadavatele pro bezpečnou obsluhu</w:t>
            </w:r>
            <w:r w:rsidR="00456461" w:rsidRPr="00456461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r w:rsidR="00456461" w:rsidRPr="00456461">
              <w:rPr>
                <w:rFonts w:ascii="Verdana" w:eastAsia="Times New Roman" w:hAnsi="Verdana" w:cs="Times New Roman"/>
                <w:color w:val="000000"/>
                <w:lang w:eastAsia="cs-CZ"/>
              </w:rPr>
              <w:t>u každého stroje v místě dodávky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B7B526" w14:textId="77777777" w:rsidR="002E4428" w:rsidRDefault="00EF6218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56461">
              <w:rPr>
                <w:rFonts w:ascii="Verdana" w:eastAsia="Times New Roman" w:hAnsi="Verdana" w:cs="Times New Roman"/>
                <w:color w:val="000000"/>
                <w:lang w:eastAsia="cs-CZ"/>
              </w:rPr>
              <w:t>školení minimálně pro dvě osoby</w:t>
            </w:r>
          </w:p>
          <w:p w14:paraId="5D8814A6" w14:textId="72178720" w:rsidR="00456461" w:rsidRPr="00456461" w:rsidRDefault="00456461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(u každého stroje)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CFA9F" w14:textId="40F1FC07" w:rsidR="002E4428" w:rsidRPr="00456461" w:rsidRDefault="00EF6218" w:rsidP="004564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56461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v ceně dodávky </w:t>
            </w:r>
          </w:p>
        </w:tc>
      </w:tr>
      <w:tr w:rsidR="00456461" w:rsidRPr="007B0199" w14:paraId="222BE76E" w14:textId="77777777" w:rsidTr="00456461">
        <w:trPr>
          <w:gridAfter w:val="1"/>
          <w:wAfter w:w="52" w:type="dxa"/>
          <w:trHeight w:val="652"/>
        </w:trPr>
        <w:tc>
          <w:tcPr>
            <w:tcW w:w="678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4040" w:themeFill="accent6" w:themeFillTint="99"/>
            <w:noWrap/>
            <w:vAlign w:val="center"/>
          </w:tcPr>
          <w:p w14:paraId="6B3208A5" w14:textId="1B462214" w:rsidR="00456461" w:rsidRPr="00456461" w:rsidRDefault="00456461" w:rsidP="004564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**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798298C6" w14:textId="2178B3BC" w:rsidR="00456461" w:rsidRDefault="00456461" w:rsidP="004564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Kč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DC5A58" w:rsidRPr="007B0199" w14:paraId="210FDB8F" w14:textId="77777777" w:rsidTr="00456461">
        <w:trPr>
          <w:gridAfter w:val="1"/>
          <w:wAfter w:w="52" w:type="dxa"/>
          <w:trHeight w:val="270"/>
        </w:trPr>
        <w:tc>
          <w:tcPr>
            <w:tcW w:w="5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13C70" w14:textId="77777777" w:rsidR="00AB4211" w:rsidRDefault="00AB4211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5F64C30D" w14:textId="77777777" w:rsidR="00AB4211" w:rsidRDefault="00AB4211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644035CE" w14:textId="77777777" w:rsidR="00DC5A58" w:rsidRDefault="00DC5A58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  <w:p w14:paraId="2D12557F" w14:textId="6254A4B9" w:rsidR="00EF6218" w:rsidRPr="007B0199" w:rsidRDefault="00EF6218" w:rsidP="00DC5A5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C573" w14:textId="77777777" w:rsidR="00DC5A58" w:rsidRPr="007B0199" w:rsidRDefault="00DC5A58" w:rsidP="00DC5A5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9E3A" w14:textId="77777777" w:rsidR="00DC5A58" w:rsidRPr="007B0199" w:rsidRDefault="00DC5A58" w:rsidP="00DC5A5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56461" w:rsidRPr="009F7754" w14:paraId="6B9D6578" w14:textId="77777777" w:rsidTr="00456461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27AA1B6" w14:textId="77777777" w:rsidR="00456461" w:rsidRPr="009F7754" w:rsidRDefault="00456461" w:rsidP="00577A8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5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159AB84F" w14:textId="77777777" w:rsidR="00456461" w:rsidRPr="009F7754" w:rsidRDefault="00456461" w:rsidP="00577A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á</w:t>
            </w: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cen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a</w:t>
            </w: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456461" w:rsidRPr="009F7754" w14:paraId="7D2DD724" w14:textId="77777777" w:rsidTr="00456461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04AA455" w14:textId="77777777" w:rsidR="00456461" w:rsidRPr="009F7754" w:rsidRDefault="00456461" w:rsidP="00577A8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5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1A8F0E8C" w14:textId="18EFB0AB" w:rsidR="00456461" w:rsidRPr="009F7754" w:rsidRDefault="00456461" w:rsidP="004564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ve smyslu čl. 13 výzvy </w:t>
            </w:r>
          </w:p>
        </w:tc>
      </w:tr>
      <w:tr w:rsidR="00456461" w:rsidRPr="009F7754" w14:paraId="202CC40C" w14:textId="77777777" w:rsidTr="00456461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2A36874" w14:textId="77777777" w:rsidR="00456461" w:rsidRDefault="00456461" w:rsidP="00577A8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5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31EB0508" w14:textId="77777777" w:rsidR="00456461" w:rsidRDefault="00456461" w:rsidP="00577A8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**Za součet cen celkem je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odpodvědný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</w:p>
        </w:tc>
      </w:tr>
    </w:tbl>
    <w:p w14:paraId="7B8E9C5F" w14:textId="77777777" w:rsidR="005E752F" w:rsidRDefault="005E752F" w:rsidP="00203D71"/>
    <w:sectPr w:rsidR="005E752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9DB05" w14:textId="77777777" w:rsidR="00E0736B" w:rsidRDefault="00E0736B" w:rsidP="00962258">
      <w:pPr>
        <w:spacing w:after="0" w:line="240" w:lineRule="auto"/>
      </w:pPr>
      <w:r>
        <w:separator/>
      </w:r>
    </w:p>
  </w:endnote>
  <w:endnote w:type="continuationSeparator" w:id="0">
    <w:p w14:paraId="74F66FD3" w14:textId="77777777" w:rsidR="00E0736B" w:rsidRDefault="00E073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45049F9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64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64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6128E4FB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2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2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0F1F9AC2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20B044E" w14:textId="77777777" w:rsidR="005A4944" w:rsidRDefault="005A4944" w:rsidP="005A4944">
          <w:pPr>
            <w:pStyle w:val="Zpat"/>
          </w:pP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8711B" w14:textId="77777777" w:rsidR="00E0736B" w:rsidRDefault="00E0736B" w:rsidP="00962258">
      <w:pPr>
        <w:spacing w:after="0" w:line="240" w:lineRule="auto"/>
      </w:pPr>
      <w:r>
        <w:separator/>
      </w:r>
    </w:p>
  </w:footnote>
  <w:footnote w:type="continuationSeparator" w:id="0">
    <w:p w14:paraId="22EAF935" w14:textId="77777777" w:rsidR="00E0736B" w:rsidRDefault="00E073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51B418" w14:textId="12255125" w:rsidR="00F1715C" w:rsidRPr="002A6AEA" w:rsidRDefault="00203D71" w:rsidP="00E532F4">
          <w:pPr>
            <w:pStyle w:val="Druhdokumentu"/>
            <w:rPr>
              <w:sz w:val="24"/>
              <w:szCs w:val="24"/>
            </w:rPr>
          </w:pPr>
          <w:r>
            <w:rPr>
              <w:sz w:val="24"/>
              <w:szCs w:val="24"/>
            </w:rPr>
            <w:t>Příloha č.</w:t>
          </w:r>
          <w:r w:rsidR="00456461">
            <w:rPr>
              <w:sz w:val="24"/>
              <w:szCs w:val="24"/>
            </w:rPr>
            <w:t xml:space="preserve"> 15</w:t>
          </w:r>
          <w:r w:rsidR="00562CC0">
            <w:rPr>
              <w:sz w:val="24"/>
              <w:szCs w:val="24"/>
            </w:rPr>
            <w:t xml:space="preserve"> </w:t>
          </w:r>
          <w:r w:rsidR="002A6AEA" w:rsidRPr="002A6AEA">
            <w:rPr>
              <w:sz w:val="24"/>
              <w:szCs w:val="24"/>
            </w:rPr>
            <w:t xml:space="preserve">– </w:t>
          </w:r>
          <w:r w:rsidR="00D03CAC" w:rsidRPr="00D03CAC">
            <w:rPr>
              <w:sz w:val="24"/>
              <w:szCs w:val="24"/>
            </w:rPr>
            <w:t>NÁKUP AKU NÁŘADÍ</w:t>
          </w:r>
        </w:p>
        <w:p w14:paraId="53F72BBC" w14:textId="77777777" w:rsidR="002A6AEA" w:rsidRDefault="002A6AEA" w:rsidP="002A6AEA">
          <w:pPr>
            <w:pStyle w:val="Druhdokumentu"/>
            <w:rPr>
              <w:sz w:val="22"/>
              <w:szCs w:val="22"/>
            </w:rPr>
          </w:pPr>
        </w:p>
        <w:p w14:paraId="36769D17" w14:textId="4D139D1A" w:rsidR="00456461" w:rsidRPr="002A6AEA" w:rsidRDefault="00456461" w:rsidP="00456461">
          <w:pPr>
            <w:pStyle w:val="Druhdokumentu"/>
            <w:rPr>
              <w:sz w:val="22"/>
              <w:szCs w:val="22"/>
            </w:rPr>
          </w:pPr>
          <w:r>
            <w:rPr>
              <w:sz w:val="24"/>
              <w:szCs w:val="24"/>
            </w:rPr>
            <w:t xml:space="preserve">Formulář pro cenovou nabídku </w:t>
          </w: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FC6389">
          <w:pPr>
            <w:pStyle w:val="Druhdokumentu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2412B"/>
    <w:rsid w:val="0006095A"/>
    <w:rsid w:val="00072C1E"/>
    <w:rsid w:val="000B4EB8"/>
    <w:rsid w:val="000B5C15"/>
    <w:rsid w:val="000C41F2"/>
    <w:rsid w:val="000D1FAD"/>
    <w:rsid w:val="000D22C4"/>
    <w:rsid w:val="000D27D1"/>
    <w:rsid w:val="00114472"/>
    <w:rsid w:val="001150F2"/>
    <w:rsid w:val="0012794C"/>
    <w:rsid w:val="00137C88"/>
    <w:rsid w:val="00170E28"/>
    <w:rsid w:val="00170EC5"/>
    <w:rsid w:val="001747C1"/>
    <w:rsid w:val="00180641"/>
    <w:rsid w:val="00186692"/>
    <w:rsid w:val="00190B15"/>
    <w:rsid w:val="001B28FA"/>
    <w:rsid w:val="001B4E74"/>
    <w:rsid w:val="001C4259"/>
    <w:rsid w:val="001D66BD"/>
    <w:rsid w:val="00203D71"/>
    <w:rsid w:val="00207DF5"/>
    <w:rsid w:val="00243FA5"/>
    <w:rsid w:val="00250C6F"/>
    <w:rsid w:val="00261A5B"/>
    <w:rsid w:val="00295F4A"/>
    <w:rsid w:val="00296DC2"/>
    <w:rsid w:val="002A6AEA"/>
    <w:rsid w:val="002B4925"/>
    <w:rsid w:val="002B5243"/>
    <w:rsid w:val="002C0252"/>
    <w:rsid w:val="002C31BF"/>
    <w:rsid w:val="002D7C79"/>
    <w:rsid w:val="002E0CD7"/>
    <w:rsid w:val="002E4428"/>
    <w:rsid w:val="002F4AC6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C180B"/>
    <w:rsid w:val="003E4A4C"/>
    <w:rsid w:val="00444A50"/>
    <w:rsid w:val="00444DD2"/>
    <w:rsid w:val="00450F07"/>
    <w:rsid w:val="00453CD3"/>
    <w:rsid w:val="00456461"/>
    <w:rsid w:val="00460660"/>
    <w:rsid w:val="00486107"/>
    <w:rsid w:val="00491827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E24FC"/>
    <w:rsid w:val="005E752F"/>
    <w:rsid w:val="006078DE"/>
    <w:rsid w:val="00607F15"/>
    <w:rsid w:val="0061068E"/>
    <w:rsid w:val="006218C3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42F51"/>
    <w:rsid w:val="00743525"/>
    <w:rsid w:val="00754EDB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6E91"/>
    <w:rsid w:val="008946C9"/>
    <w:rsid w:val="00895BBB"/>
    <w:rsid w:val="008A3568"/>
    <w:rsid w:val="008B6FCD"/>
    <w:rsid w:val="008B71E5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B5A"/>
    <w:rsid w:val="00981224"/>
    <w:rsid w:val="00992D9C"/>
    <w:rsid w:val="00996CB8"/>
    <w:rsid w:val="009B2E97"/>
    <w:rsid w:val="009C0E7D"/>
    <w:rsid w:val="009C395D"/>
    <w:rsid w:val="009C442C"/>
    <w:rsid w:val="009C6E08"/>
    <w:rsid w:val="009D1849"/>
    <w:rsid w:val="009E07F4"/>
    <w:rsid w:val="009E2E30"/>
    <w:rsid w:val="009F309B"/>
    <w:rsid w:val="009F392E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645F4"/>
    <w:rsid w:val="00B75EE1"/>
    <w:rsid w:val="00B77481"/>
    <w:rsid w:val="00B8518B"/>
    <w:rsid w:val="00BA0376"/>
    <w:rsid w:val="00BB605E"/>
    <w:rsid w:val="00BD7E91"/>
    <w:rsid w:val="00BD7F0D"/>
    <w:rsid w:val="00BF0489"/>
    <w:rsid w:val="00BF58D0"/>
    <w:rsid w:val="00C02D0A"/>
    <w:rsid w:val="00C03A6E"/>
    <w:rsid w:val="00C3606B"/>
    <w:rsid w:val="00C420CA"/>
    <w:rsid w:val="00C44F6A"/>
    <w:rsid w:val="00C6198E"/>
    <w:rsid w:val="00C749F2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A2D31"/>
    <w:rsid w:val="00DA3711"/>
    <w:rsid w:val="00DC06AC"/>
    <w:rsid w:val="00DC5A58"/>
    <w:rsid w:val="00DD46F3"/>
    <w:rsid w:val="00DD71EF"/>
    <w:rsid w:val="00DE56F2"/>
    <w:rsid w:val="00DE68D5"/>
    <w:rsid w:val="00DF116D"/>
    <w:rsid w:val="00E0736B"/>
    <w:rsid w:val="00E1013A"/>
    <w:rsid w:val="00E218B5"/>
    <w:rsid w:val="00E532F4"/>
    <w:rsid w:val="00E762E9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9F0A6-AA71-4250-8442-F74AB33A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20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</cp:revision>
  <cp:lastPrinted>2017-11-27T16:01:00Z</cp:lastPrinted>
  <dcterms:created xsi:type="dcterms:W3CDTF">2021-05-07T09:34:00Z</dcterms:created>
  <dcterms:modified xsi:type="dcterms:W3CDTF">2021-05-17T10:09:00Z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